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DF7A6" w14:textId="77777777" w:rsidR="003C1EBC" w:rsidRDefault="003C1EBC" w:rsidP="003C1EBC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bookmarkStart w:id="0" w:name="_GoBack"/>
      <w:bookmarkEnd w:id="0"/>
      <w:r w:rsidRPr="009751EF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ENFORCEMENT SOCIAL MEDIA</w:t>
      </w:r>
    </w:p>
    <w:p w14:paraId="04D2500F" w14:textId="77777777" w:rsidR="003C1EBC" w:rsidRDefault="003C1EBC" w:rsidP="003C1EBC">
      <w:pPr>
        <w:jc w:val="center"/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</w:pPr>
      <w:r>
        <w:rPr>
          <w:rFonts w:ascii="Rockwell" w:eastAsia="Times New Roman" w:hAnsi="Rockwell"/>
          <w:b/>
          <w:caps/>
          <w:noProof/>
          <w:color w:val="000000"/>
          <w:sz w:val="28"/>
          <w:szCs w:val="28"/>
        </w:rPr>
        <w:t>SAMPLE</w:t>
      </w:r>
    </w:p>
    <w:p w14:paraId="1355FE22" w14:textId="77777777" w:rsidR="003C1EBC" w:rsidRPr="009751EF" w:rsidRDefault="003C1EBC" w:rsidP="003C1EBC">
      <w:pPr>
        <w:rPr>
          <w:b/>
        </w:rPr>
      </w:pPr>
      <w:r w:rsidRPr="009751EF">
        <w:rPr>
          <w:b/>
        </w:rPr>
        <w:t>Twitter:</w:t>
      </w:r>
    </w:p>
    <w:p w14:paraId="6503180B" w14:textId="3D98E1A7" w:rsidR="00B30319" w:rsidRDefault="00B30319" w:rsidP="003C1EBC">
      <w:r>
        <w:t>This #</w:t>
      </w:r>
      <w:proofErr w:type="spellStart"/>
      <w:r>
        <w:t>LaborDay</w:t>
      </w:r>
      <w:proofErr w:type="spellEnd"/>
      <w:r>
        <w:t>, 8/17-9/</w:t>
      </w:r>
      <w:r w:rsidR="007E0C5C">
        <w:t>3</w:t>
      </w:r>
      <w:r>
        <w:t xml:space="preserve"> local #LEOs will be on the lookout for drunk motorists. #</w:t>
      </w:r>
      <w:proofErr w:type="spellStart"/>
      <w:r>
        <w:t>RideSober</w:t>
      </w:r>
      <w:proofErr w:type="spellEnd"/>
      <w:r>
        <w:t xml:space="preserve"> or Get Pulled Over. </w:t>
      </w:r>
    </w:p>
    <w:p w14:paraId="42BE58F4" w14:textId="77777777" w:rsidR="003C1EBC" w:rsidRDefault="003C1EBC" w:rsidP="003C1EBC">
      <w:r>
        <w:t xml:space="preserve">Are you sure you’re ready to ride? </w:t>
      </w:r>
      <w:r w:rsidR="00B30319">
        <w:t>Make a plan and sta</w:t>
      </w:r>
      <w:r w:rsidR="00200488">
        <w:t>y</w:t>
      </w:r>
      <w:r>
        <w:t xml:space="preserve"> safe this #</w:t>
      </w:r>
      <w:proofErr w:type="spellStart"/>
      <w:r>
        <w:t>LaborDay</w:t>
      </w:r>
      <w:proofErr w:type="spellEnd"/>
      <w:r>
        <w:t>: #</w:t>
      </w:r>
      <w:proofErr w:type="spellStart"/>
      <w:r>
        <w:t>RideSober</w:t>
      </w:r>
      <w:proofErr w:type="spellEnd"/>
      <w:r>
        <w:t xml:space="preserve"> or Get Pulled Over.</w:t>
      </w:r>
    </w:p>
    <w:p w14:paraId="1B676541" w14:textId="77777777" w:rsidR="003C1EBC" w:rsidRDefault="003C1EBC" w:rsidP="003C1EBC">
      <w:r>
        <w:t>Even one drink can be one too many, and the consequences are endless. This #</w:t>
      </w:r>
      <w:proofErr w:type="spellStart"/>
      <w:r>
        <w:t>LaborDay</w:t>
      </w:r>
      <w:proofErr w:type="spellEnd"/>
      <w:r>
        <w:t>, #</w:t>
      </w:r>
      <w:proofErr w:type="spellStart"/>
      <w:r>
        <w:t>RideSober</w:t>
      </w:r>
      <w:proofErr w:type="spellEnd"/>
      <w:r>
        <w:t xml:space="preserve"> or Get Pulled Over.</w:t>
      </w:r>
    </w:p>
    <w:p w14:paraId="68A43591" w14:textId="77777777" w:rsidR="00B30319" w:rsidRDefault="003C1EBC" w:rsidP="003C1EBC">
      <w:r>
        <w:t>Are you ready to hit the road? Not if you’ve been drinking. #</w:t>
      </w:r>
      <w:proofErr w:type="spellStart"/>
      <w:r>
        <w:t>RideSober</w:t>
      </w:r>
      <w:proofErr w:type="spellEnd"/>
      <w:r>
        <w:t xml:space="preserve"> this #</w:t>
      </w:r>
      <w:proofErr w:type="spellStart"/>
      <w:r>
        <w:t>LaborDay</w:t>
      </w:r>
      <w:proofErr w:type="spellEnd"/>
      <w:r>
        <w:t xml:space="preserve">. </w:t>
      </w:r>
    </w:p>
    <w:p w14:paraId="7EA7FC66" w14:textId="77777777" w:rsidR="003C1EBC" w:rsidRDefault="003C1EBC" w:rsidP="003C1EBC">
      <w:r>
        <w:t>Yes</w:t>
      </w:r>
      <w:r w:rsidR="00B30319">
        <w:t xml:space="preserve">, </w:t>
      </w:r>
      <w:r>
        <w:t xml:space="preserve">you CAN leave your bike at the bar! </w:t>
      </w:r>
      <w:r w:rsidR="00B30319">
        <w:t>Stay safe: n</w:t>
      </w:r>
      <w:r>
        <w:t>ever drink and ride.</w:t>
      </w:r>
      <w:r w:rsidR="00B30319">
        <w:t xml:space="preserve"> </w:t>
      </w:r>
      <w:r w:rsidR="0014296F">
        <w:t>This #</w:t>
      </w:r>
      <w:proofErr w:type="spellStart"/>
      <w:r w:rsidR="0014296F">
        <w:t>LaborDay</w:t>
      </w:r>
      <w:proofErr w:type="spellEnd"/>
      <w:r w:rsidR="0014296F">
        <w:t xml:space="preserve"> and every day, </w:t>
      </w:r>
      <w:r w:rsidR="00B30319">
        <w:t>#</w:t>
      </w:r>
      <w:proofErr w:type="spellStart"/>
      <w:r w:rsidR="00B30319">
        <w:t>RideSober</w:t>
      </w:r>
      <w:proofErr w:type="spellEnd"/>
      <w:r w:rsidR="00B30319">
        <w:t xml:space="preserve"> or Get Pulled Over.</w:t>
      </w:r>
    </w:p>
    <w:p w14:paraId="0D8AD782" w14:textId="77777777" w:rsidR="003C1EBC" w:rsidRDefault="003C1EBC" w:rsidP="003C1EBC">
      <w:r>
        <w:t xml:space="preserve">Drunk riding is never </w:t>
      </w:r>
      <w:r w:rsidR="0014296F">
        <w:t xml:space="preserve">a good idea, and doing so </w:t>
      </w:r>
      <w:r>
        <w:t>can cost you $10k in legal fees</w:t>
      </w:r>
      <w:r w:rsidR="0014296F">
        <w:t>—</w:t>
      </w:r>
      <w:r>
        <w:t>or worse, your life. #</w:t>
      </w:r>
      <w:proofErr w:type="spellStart"/>
      <w:r>
        <w:t>RideSober</w:t>
      </w:r>
      <w:proofErr w:type="spellEnd"/>
      <w:r>
        <w:t xml:space="preserve"> or Get Pulled Over.</w:t>
      </w:r>
    </w:p>
    <w:p w14:paraId="227A52D8" w14:textId="115DE80C" w:rsidR="003C1EBC" w:rsidRDefault="0014296F" w:rsidP="003C1EBC">
      <w:r>
        <w:t>Riding takes special skill</w:t>
      </w:r>
      <w:r w:rsidR="00200488">
        <w:t>s</w:t>
      </w:r>
      <w:r>
        <w:t xml:space="preserve">, and alcohol can inhibit </w:t>
      </w:r>
      <w:r w:rsidR="00200488">
        <w:t>them</w:t>
      </w:r>
      <w:r w:rsidR="003C1EBC">
        <w:t xml:space="preserve">. </w:t>
      </w:r>
      <w:r>
        <w:t>Leave your bike at the bar and c</w:t>
      </w:r>
      <w:r w:rsidR="003C1EBC">
        <w:t>all a trusted friend or use public transportation to get home safe</w:t>
      </w:r>
      <w:r w:rsidR="00200488">
        <w:t>ly</w:t>
      </w:r>
      <w:r w:rsidR="003C1EBC">
        <w:t>. #</w:t>
      </w:r>
      <w:proofErr w:type="spellStart"/>
      <w:r w:rsidR="003C1EBC">
        <w:t>RideSober</w:t>
      </w:r>
      <w:proofErr w:type="spellEnd"/>
      <w:r w:rsidR="003C1EBC">
        <w:t xml:space="preserve"> or Get Pulled Over. </w:t>
      </w:r>
    </w:p>
    <w:p w14:paraId="49C90049" w14:textId="77777777" w:rsidR="003C1EBC" w:rsidRDefault="003C1EBC" w:rsidP="003C1EBC">
      <w:r>
        <w:t>In every state and the District of Columbia, it’s illegal to ride while drunk. #</w:t>
      </w:r>
      <w:proofErr w:type="spellStart"/>
      <w:r>
        <w:t>RideSober</w:t>
      </w:r>
      <w:proofErr w:type="spellEnd"/>
      <w:r>
        <w:t xml:space="preserve"> or Get Pulled Over.</w:t>
      </w:r>
    </w:p>
    <w:p w14:paraId="3F1CC5DD" w14:textId="77777777" w:rsidR="003C1EBC" w:rsidRDefault="0014296F" w:rsidP="003C1EBC">
      <w:r>
        <w:t>In 2016</w:t>
      </w:r>
      <w:r w:rsidR="003C1EBC">
        <w:t xml:space="preserve">, there were </w:t>
      </w:r>
      <w:r>
        <w:t>5,286</w:t>
      </w:r>
      <w:r w:rsidR="003C1EBC">
        <w:t xml:space="preserve"> motorcyclists killed in motor vehicle traffic crashes. If y</w:t>
      </w:r>
      <w:r>
        <w:t>ou plan to drink, call public transportation or a trusted friend to get you home safe</w:t>
      </w:r>
      <w:r w:rsidR="00200488">
        <w:t>ly</w:t>
      </w:r>
      <w:r>
        <w:t xml:space="preserve">. </w:t>
      </w:r>
      <w:r w:rsidR="003C1EBC">
        <w:t xml:space="preserve"> </w:t>
      </w:r>
    </w:p>
    <w:p w14:paraId="4DDF84DA" w14:textId="77777777" w:rsidR="009022BF" w:rsidRDefault="009022BF" w:rsidP="009022BF">
      <w:pPr>
        <w:spacing w:before="120" w:after="120" w:line="240" w:lineRule="auto"/>
      </w:pPr>
      <w:r>
        <w:t>In 2016, motorcycle riders involved (killed and survived) in fatal crashes had higher percentages of alcohol impairment than any other type of motor vehicle driver (25% for motorcycle riders). #</w:t>
      </w:r>
      <w:proofErr w:type="spellStart"/>
      <w:r>
        <w:t>RideSober</w:t>
      </w:r>
      <w:proofErr w:type="spellEnd"/>
      <w:r>
        <w:t xml:space="preserve"> or Get Pulled Over.</w:t>
      </w:r>
    </w:p>
    <w:p w14:paraId="12F889AC" w14:textId="77777777" w:rsidR="009022BF" w:rsidRDefault="009022BF" w:rsidP="009022BF">
      <w:pPr>
        <w:spacing w:before="120" w:after="120" w:line="240" w:lineRule="auto"/>
      </w:pPr>
    </w:p>
    <w:p w14:paraId="63C6433B" w14:textId="77777777" w:rsidR="009022BF" w:rsidRDefault="009022BF" w:rsidP="009022BF">
      <w:pPr>
        <w:spacing w:before="120" w:after="120" w:line="240" w:lineRule="auto"/>
      </w:pPr>
    </w:p>
    <w:p w14:paraId="480E0DAB" w14:textId="77777777" w:rsidR="009022BF" w:rsidRDefault="009022BF" w:rsidP="009022BF">
      <w:pPr>
        <w:spacing w:before="120" w:after="120" w:line="240" w:lineRule="auto"/>
      </w:pPr>
    </w:p>
    <w:p w14:paraId="5E2F2DCA" w14:textId="77777777" w:rsidR="009022BF" w:rsidRDefault="009022BF" w:rsidP="003C1EBC">
      <w:pPr>
        <w:rPr>
          <w:b/>
        </w:rPr>
      </w:pPr>
    </w:p>
    <w:p w14:paraId="52FC81F6" w14:textId="77777777" w:rsidR="003C1EBC" w:rsidRPr="009751EF" w:rsidRDefault="003C1EBC" w:rsidP="003C1EBC">
      <w:pPr>
        <w:rPr>
          <w:b/>
        </w:rPr>
      </w:pPr>
      <w:r w:rsidRPr="009751EF">
        <w:rPr>
          <w:b/>
        </w:rPr>
        <w:lastRenderedPageBreak/>
        <w:t>Facebook:</w:t>
      </w:r>
    </w:p>
    <w:p w14:paraId="3C12A391" w14:textId="246B18A2" w:rsidR="009022BF" w:rsidRDefault="009022BF" w:rsidP="009022BF">
      <w:r>
        <w:t>This #</w:t>
      </w:r>
      <w:proofErr w:type="spellStart"/>
      <w:r>
        <w:t>LaborDay</w:t>
      </w:r>
      <w:proofErr w:type="spellEnd"/>
      <w:r>
        <w:t xml:space="preserve"> holiday period, Aug</w:t>
      </w:r>
      <w:r w:rsidR="00791D1D">
        <w:t>ust</w:t>
      </w:r>
      <w:r>
        <w:t xml:space="preserve"> 17 through Sept</w:t>
      </w:r>
      <w:r w:rsidR="00791D1D">
        <w:t>ember</w:t>
      </w:r>
      <w:r w:rsidR="007E0C5C">
        <w:t xml:space="preserve"> 3</w:t>
      </w:r>
      <w:r>
        <w:t xml:space="preserve">, local law enforcement will be on the lookout for drunk motorists. Always Ride Sober or Get Pulled Over. </w:t>
      </w:r>
    </w:p>
    <w:p w14:paraId="3219CC6A" w14:textId="77777777" w:rsidR="003C1EBC" w:rsidRDefault="003C1EBC" w:rsidP="003C1EBC">
      <w:r>
        <w:t>Are you sure you’re ready to ride? Make sure you stay safe this #</w:t>
      </w:r>
      <w:proofErr w:type="spellStart"/>
      <w:r>
        <w:t>LaborDay</w:t>
      </w:r>
      <w:proofErr w:type="spellEnd"/>
      <w:r>
        <w:t>, and every day. Always remember: Ride Sober or Get Pulled Over.</w:t>
      </w:r>
    </w:p>
    <w:p w14:paraId="22C3D713" w14:textId="77777777" w:rsidR="003C1EBC" w:rsidRDefault="003C1EBC" w:rsidP="003C1EBC">
      <w:r>
        <w:t>Even one drink can be one too many</w:t>
      </w:r>
      <w:r w:rsidR="003321C8">
        <w:t xml:space="preserve"> for motorists</w:t>
      </w:r>
      <w:r>
        <w:t xml:space="preserve">, and the consequences can be devastating. This </w:t>
      </w:r>
      <w:r w:rsidR="003321C8">
        <w:t>#</w:t>
      </w:r>
      <w:proofErr w:type="spellStart"/>
      <w:r>
        <w:t>Labor</w:t>
      </w:r>
      <w:r w:rsidR="003321C8">
        <w:t>Day</w:t>
      </w:r>
      <w:proofErr w:type="spellEnd"/>
      <w:r>
        <w:t xml:space="preserve"> and every day, Ride Sober or Get Pulled Over.</w:t>
      </w:r>
    </w:p>
    <w:p w14:paraId="4E1EC234" w14:textId="77777777" w:rsidR="003C1EBC" w:rsidRDefault="003C1EBC" w:rsidP="003C1EBC">
      <w:r>
        <w:t>Are you ready to hit the road? Commit to sober riding</w:t>
      </w:r>
      <w:r w:rsidR="00200488">
        <w:t xml:space="preserve"> this</w:t>
      </w:r>
      <w:r w:rsidR="00966E56">
        <w:t xml:space="preserve"> #</w:t>
      </w:r>
      <w:proofErr w:type="spellStart"/>
      <w:r w:rsidR="00966E56">
        <w:t>LaborDay</w:t>
      </w:r>
      <w:proofErr w:type="spellEnd"/>
      <w:r w:rsidR="00966E56">
        <w:t xml:space="preserve"> and every day</w:t>
      </w:r>
      <w:r>
        <w:t xml:space="preserve"> so that you can enjoy more tomorrows. Remember: Ride Sober or Get Pulled Over. </w:t>
      </w:r>
    </w:p>
    <w:p w14:paraId="0D0D179D" w14:textId="77777777" w:rsidR="003C1EBC" w:rsidRDefault="003C1EBC" w:rsidP="003C1EBC">
      <w:r>
        <w:t xml:space="preserve">Leaving your bike at the bar may sound like a bad idea, but drinking and riding can yield far worse consequences. </w:t>
      </w:r>
      <w:r w:rsidR="00966E56">
        <w:t>Always remember: Ride Sober or Get Pulled Over.</w:t>
      </w:r>
    </w:p>
    <w:p w14:paraId="4A4FA9E4" w14:textId="77777777" w:rsidR="003C1EBC" w:rsidRDefault="00966E56" w:rsidP="003C1EBC">
      <w:r>
        <w:t xml:space="preserve">Don’t be a macho motorist: Drunk riding can </w:t>
      </w:r>
      <w:r w:rsidR="003C1EBC">
        <w:t xml:space="preserve">cost you $10k in legal fees—or worse, your life. This </w:t>
      </w:r>
      <w:r>
        <w:t>#</w:t>
      </w:r>
      <w:proofErr w:type="spellStart"/>
      <w:r w:rsidR="003C1EBC">
        <w:t>LaborDay</w:t>
      </w:r>
      <w:proofErr w:type="spellEnd"/>
      <w:r w:rsidR="003C1EBC">
        <w:t xml:space="preserve">, Ride Sober or Get Pulled Over. </w:t>
      </w:r>
    </w:p>
    <w:p w14:paraId="6D357115" w14:textId="31071842" w:rsidR="003C1EBC" w:rsidRDefault="00966E56" w:rsidP="003C1EBC">
      <w:r>
        <w:t xml:space="preserve">Riding takes special skills, and drinking </w:t>
      </w:r>
      <w:r w:rsidR="00200488">
        <w:t>can inhibit them</w:t>
      </w:r>
      <w:r>
        <w:t>. This #</w:t>
      </w:r>
      <w:proofErr w:type="spellStart"/>
      <w:r>
        <w:t>LaborDay</w:t>
      </w:r>
      <w:proofErr w:type="spellEnd"/>
      <w:r>
        <w:t xml:space="preserve"> holiday</w:t>
      </w:r>
      <w:r w:rsidR="00200488">
        <w:t>,</w:t>
      </w:r>
      <w:r>
        <w:t xml:space="preserve"> commit to riding sober. Remember: Ride Sober or Get Pulled Over. </w:t>
      </w:r>
    </w:p>
    <w:p w14:paraId="364029FE" w14:textId="77777777" w:rsidR="003C1EBC" w:rsidRDefault="00FD0218" w:rsidP="003C1EBC">
      <w:r>
        <w:t>In every S</w:t>
      </w:r>
      <w:r w:rsidR="003C1EBC">
        <w:t>tate and the District of Columbia, it’s illegal to ride while drunk</w:t>
      </w:r>
      <w:r>
        <w:t xml:space="preserve">—but you already knew that. Don’t test the limits: </w:t>
      </w:r>
      <w:r w:rsidR="003C1EBC">
        <w:t>Ride Sober or Get Pulled Over.</w:t>
      </w:r>
    </w:p>
    <w:p w14:paraId="5697B663" w14:textId="77777777" w:rsidR="003C1EBC" w:rsidRDefault="00FD0218" w:rsidP="003C1EBC">
      <w:r>
        <w:t>In 2016</w:t>
      </w:r>
      <w:r w:rsidR="003C1EBC">
        <w:t xml:space="preserve">, there were </w:t>
      </w:r>
      <w:r>
        <w:t>5,286</w:t>
      </w:r>
      <w:r w:rsidR="003C1EBC">
        <w:t xml:space="preserve"> motorcyclists killed in motor vehicle traffic crashes. If you plan to drink, designate a sober driver. Remember: Ride Sober or Get Pulled Over. </w:t>
      </w:r>
    </w:p>
    <w:p w14:paraId="153CC7E3" w14:textId="77777777" w:rsidR="003C1EBC" w:rsidRDefault="00FD0218" w:rsidP="003C1EBC">
      <w:r>
        <w:t>In 2016, 38</w:t>
      </w:r>
      <w:r w:rsidR="003C1EBC">
        <w:t xml:space="preserve">% of drunk-riding motorcycle crashes were caused by drivers between the ages of </w:t>
      </w:r>
      <w:r>
        <w:t>34 and 39</w:t>
      </w:r>
      <w:r w:rsidR="003C1EBC">
        <w:t xml:space="preserve">. This </w:t>
      </w:r>
      <w:r>
        <w:t>#</w:t>
      </w:r>
      <w:proofErr w:type="spellStart"/>
      <w:r w:rsidR="003C1EBC">
        <w:t>L</w:t>
      </w:r>
      <w:r>
        <w:t>abor</w:t>
      </w:r>
      <w:r w:rsidR="003C1EBC">
        <w:t>Day</w:t>
      </w:r>
      <w:proofErr w:type="spellEnd"/>
      <w:r w:rsidR="003C1EBC">
        <w:t>, and every day, remember</w:t>
      </w:r>
      <w:r>
        <w:t>: Ride Sober or Get Pulled Over</w:t>
      </w:r>
      <w:r w:rsidR="003C1EBC">
        <w:t>.</w:t>
      </w:r>
    </w:p>
    <w:p w14:paraId="57CD13B9" w14:textId="77777777" w:rsidR="003C1EBC" w:rsidRPr="00901CE9" w:rsidRDefault="003C1EBC" w:rsidP="003C1EBC"/>
    <w:p w14:paraId="717A8C40" w14:textId="77777777" w:rsidR="004944B0" w:rsidRPr="003C1EBC" w:rsidRDefault="004944B0" w:rsidP="003C1EBC"/>
    <w:sectPr w:rsidR="004944B0" w:rsidRPr="003C1EBC" w:rsidSect="00B9273B">
      <w:headerReference w:type="default" r:id="rId7"/>
      <w:footerReference w:type="default" r:id="rId8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88EA9" w14:textId="77777777" w:rsidR="0009020D" w:rsidRDefault="0009020D" w:rsidP="00901CE9">
      <w:pPr>
        <w:spacing w:after="0" w:line="240" w:lineRule="auto"/>
      </w:pPr>
      <w:r>
        <w:separator/>
      </w:r>
    </w:p>
  </w:endnote>
  <w:endnote w:type="continuationSeparator" w:id="0">
    <w:p w14:paraId="1F9B25F4" w14:textId="77777777" w:rsidR="0009020D" w:rsidRDefault="0009020D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6E4E7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33EF0F" wp14:editId="0C66EE04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2DDB7" w14:textId="1FA541B9" w:rsidR="007F0F99" w:rsidRDefault="00ED3516" w:rsidP="00FF53E2">
                          <w:pPr>
                            <w:pStyle w:val="5ControlCode"/>
                          </w:pPr>
                          <w:r>
                            <w:t>13454d</w:t>
                          </w:r>
                          <w:r w:rsidR="007F0F99">
                            <w:t>-</w:t>
                          </w:r>
                          <w:r>
                            <w:t>051118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33EF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01A2DDB7" w14:textId="1FA541B9" w:rsidR="007F0F99" w:rsidRDefault="00ED3516" w:rsidP="00FF53E2">
                    <w:pPr>
                      <w:pStyle w:val="5ControlCode"/>
                    </w:pPr>
                    <w:r>
                      <w:t>13454d</w:t>
                    </w:r>
                    <w:r w:rsidR="007F0F99">
                      <w:t>-</w:t>
                    </w:r>
                    <w:r>
                      <w:t>051118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63C5C194" wp14:editId="34A03876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43C6D" w14:textId="77777777" w:rsidR="0009020D" w:rsidRDefault="0009020D" w:rsidP="00901CE9">
      <w:pPr>
        <w:spacing w:after="0" w:line="240" w:lineRule="auto"/>
      </w:pPr>
      <w:r>
        <w:separator/>
      </w:r>
    </w:p>
  </w:footnote>
  <w:footnote w:type="continuationSeparator" w:id="0">
    <w:p w14:paraId="714B820A" w14:textId="77777777" w:rsidR="0009020D" w:rsidRDefault="0009020D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8F645" w14:textId="77777777" w:rsidR="00FB1A7D" w:rsidRDefault="00FB1A7D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4197186D" wp14:editId="5C90E1D1">
          <wp:extent cx="3154680" cy="1005840"/>
          <wp:effectExtent l="0" t="0" r="7620" b="3810"/>
          <wp:docPr id="4" name="Picture 4" descr="NHTSA/Ride Sober or Get Pulled Over Logo Lockup" title="NHTSA/Ride Sober or Get Pulled Over Logo Lock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deSober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4680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8CA0D1" w14:textId="77777777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686E7C"/>
    <w:multiLevelType w:val="hybridMultilevel"/>
    <w:tmpl w:val="61D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9020D"/>
    <w:rsid w:val="0014296F"/>
    <w:rsid w:val="00161F42"/>
    <w:rsid w:val="001E692F"/>
    <w:rsid w:val="00200488"/>
    <w:rsid w:val="00205F4F"/>
    <w:rsid w:val="0021528E"/>
    <w:rsid w:val="00295062"/>
    <w:rsid w:val="002A6AAF"/>
    <w:rsid w:val="002B4917"/>
    <w:rsid w:val="002B66C6"/>
    <w:rsid w:val="002C5FF8"/>
    <w:rsid w:val="003321C8"/>
    <w:rsid w:val="00343E03"/>
    <w:rsid w:val="00352A56"/>
    <w:rsid w:val="00360FA7"/>
    <w:rsid w:val="003C1EBC"/>
    <w:rsid w:val="003D2D80"/>
    <w:rsid w:val="0044490E"/>
    <w:rsid w:val="004944B0"/>
    <w:rsid w:val="004D21EE"/>
    <w:rsid w:val="004D77A2"/>
    <w:rsid w:val="004F7615"/>
    <w:rsid w:val="00512BFB"/>
    <w:rsid w:val="00515528"/>
    <w:rsid w:val="005430D9"/>
    <w:rsid w:val="00550936"/>
    <w:rsid w:val="00565486"/>
    <w:rsid w:val="005965EE"/>
    <w:rsid w:val="005E42DD"/>
    <w:rsid w:val="00603243"/>
    <w:rsid w:val="00604280"/>
    <w:rsid w:val="00625A39"/>
    <w:rsid w:val="00636AEB"/>
    <w:rsid w:val="0067003C"/>
    <w:rsid w:val="00672251"/>
    <w:rsid w:val="00673C85"/>
    <w:rsid w:val="00697610"/>
    <w:rsid w:val="007002AD"/>
    <w:rsid w:val="00747FDC"/>
    <w:rsid w:val="0077096D"/>
    <w:rsid w:val="00791D1D"/>
    <w:rsid w:val="007C2723"/>
    <w:rsid w:val="007D5238"/>
    <w:rsid w:val="007E0C5C"/>
    <w:rsid w:val="007F0F99"/>
    <w:rsid w:val="00824066"/>
    <w:rsid w:val="008459C9"/>
    <w:rsid w:val="008B6819"/>
    <w:rsid w:val="008B6C4C"/>
    <w:rsid w:val="008C149B"/>
    <w:rsid w:val="00901CE9"/>
    <w:rsid w:val="009022BF"/>
    <w:rsid w:val="00905462"/>
    <w:rsid w:val="00966E56"/>
    <w:rsid w:val="00990A86"/>
    <w:rsid w:val="009A5F02"/>
    <w:rsid w:val="009C0118"/>
    <w:rsid w:val="009E3F3A"/>
    <w:rsid w:val="009F3460"/>
    <w:rsid w:val="00A209DF"/>
    <w:rsid w:val="00A345FE"/>
    <w:rsid w:val="00A519A9"/>
    <w:rsid w:val="00A77193"/>
    <w:rsid w:val="00A80AFB"/>
    <w:rsid w:val="00A90A9E"/>
    <w:rsid w:val="00AA106A"/>
    <w:rsid w:val="00AD3AFD"/>
    <w:rsid w:val="00B30319"/>
    <w:rsid w:val="00B331E3"/>
    <w:rsid w:val="00B35917"/>
    <w:rsid w:val="00B63986"/>
    <w:rsid w:val="00B9273B"/>
    <w:rsid w:val="00BB1112"/>
    <w:rsid w:val="00BF0673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92FE1"/>
    <w:rsid w:val="00DE2078"/>
    <w:rsid w:val="00DE4EF2"/>
    <w:rsid w:val="00DE5E7C"/>
    <w:rsid w:val="00E14CE6"/>
    <w:rsid w:val="00E31AC0"/>
    <w:rsid w:val="00E53BEF"/>
    <w:rsid w:val="00E61E96"/>
    <w:rsid w:val="00ED3516"/>
    <w:rsid w:val="00F01171"/>
    <w:rsid w:val="00F21C7C"/>
    <w:rsid w:val="00F41EC0"/>
    <w:rsid w:val="00FB1A7D"/>
    <w:rsid w:val="00FB2798"/>
    <w:rsid w:val="00FD0218"/>
    <w:rsid w:val="00FD419B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CBAEB"/>
  <w15:docId w15:val="{EFA83507-69F3-45E5-B5D6-94D31934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990A86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990A86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990A86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990A86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A86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A86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0A8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990A86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990A86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990A86"/>
    <w:rPr>
      <w:color w:val="0000FF"/>
      <w:u w:val="single"/>
    </w:rPr>
  </w:style>
  <w:style w:type="paragraph" w:customStyle="1" w:styleId="MediumGrid21">
    <w:name w:val="Medium Grid 21"/>
    <w:uiPriority w:val="1"/>
    <w:rsid w:val="00990A86"/>
    <w:rPr>
      <w:sz w:val="22"/>
      <w:szCs w:val="22"/>
    </w:rPr>
  </w:style>
  <w:style w:type="paragraph" w:customStyle="1" w:styleId="Normal1">
    <w:name w:val="Normal1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990A86"/>
  </w:style>
  <w:style w:type="paragraph" w:customStyle="1" w:styleId="bodycopy">
    <w:name w:val="bodycopy"/>
    <w:basedOn w:val="Normal"/>
    <w:rsid w:val="00990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990A86"/>
  </w:style>
  <w:style w:type="table" w:styleId="TableGrid">
    <w:name w:val="Table Grid"/>
    <w:basedOn w:val="TableNormal"/>
    <w:uiPriority w:val="59"/>
    <w:rsid w:val="00990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990A86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990A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90A86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990A86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990A86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990A86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990A86"/>
    <w:rPr>
      <w:rFonts w:ascii="Trebuchet MS" w:hAnsi="Trebuchet MS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B30319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9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917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917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Enforcement Social Media Sample</vt:lpstr>
    </vt:vector>
  </TitlesOfParts>
  <Company>DOT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Enforcement Social Media Sample</dc:title>
  <dc:creator>Greenbauer, Lynn CTR (NHTSA)</dc:creator>
  <cp:lastModifiedBy>Tara Casanova Powell</cp:lastModifiedBy>
  <cp:revision>2</cp:revision>
  <dcterms:created xsi:type="dcterms:W3CDTF">2018-08-03T18:29:00Z</dcterms:created>
  <dcterms:modified xsi:type="dcterms:W3CDTF">2018-08-03T18:29:00Z</dcterms:modified>
</cp:coreProperties>
</file>